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B87873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06610F" w:rsidRPr="0006610F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6610F" w:rsidRPr="0006610F">
        <w:rPr>
          <w:rFonts w:ascii="Times New Roman" w:eastAsia="Times New Roman" w:hAnsi="Times New Roman"/>
          <w:b/>
          <w:sz w:val="24"/>
          <w:szCs w:val="20"/>
          <w:lang w:eastAsia="pl-PL"/>
        </w:rPr>
        <w:t>BP.271.9.2019.BS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06610F" w:rsidRPr="0006610F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06610F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6610F">
        <w:rPr>
          <w:rFonts w:ascii="Times New Roman" w:eastAsia="Times New Roman" w:hAnsi="Times New Roman"/>
          <w:b/>
          <w:sz w:val="24"/>
          <w:szCs w:val="24"/>
          <w:lang w:eastAsia="pl-PL"/>
        </w:rPr>
        <w:t>Utrzymanie i zarządzanie Cmentarzem Komunalnym w Śremie przez okres 36 miesięcy w latach 2019-2022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236" w:rsidRDefault="008F4236" w:rsidP="00025386">
      <w:pPr>
        <w:spacing w:after="0" w:line="240" w:lineRule="auto"/>
      </w:pPr>
      <w:r>
        <w:separator/>
      </w:r>
    </w:p>
  </w:endnote>
  <w:endnote w:type="continuationSeparator" w:id="0">
    <w:p w:rsidR="008F4236" w:rsidRDefault="008F423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10F" w:rsidRDefault="000661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8787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253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253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10F" w:rsidRDefault="000661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236" w:rsidRDefault="008F4236" w:rsidP="00025386">
      <w:pPr>
        <w:spacing w:after="0" w:line="240" w:lineRule="auto"/>
      </w:pPr>
      <w:r>
        <w:separator/>
      </w:r>
    </w:p>
  </w:footnote>
  <w:footnote w:type="continuationSeparator" w:id="0">
    <w:p w:rsidR="008F4236" w:rsidRDefault="008F423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10F" w:rsidRDefault="000661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10F" w:rsidRDefault="000661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10F" w:rsidRDefault="000661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236"/>
    <w:rsid w:val="00025386"/>
    <w:rsid w:val="000253A1"/>
    <w:rsid w:val="000423B9"/>
    <w:rsid w:val="0006610F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8F4236"/>
    <w:rsid w:val="00A56A6F"/>
    <w:rsid w:val="00B77707"/>
    <w:rsid w:val="00B87873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2019-02-07T09:51:00Z</dcterms:created>
  <dcterms:modified xsi:type="dcterms:W3CDTF">2019-02-07T09:51:00Z</dcterms:modified>
</cp:coreProperties>
</file>